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杭银理财丰裕固收22008期理财计划C款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杭银理财丰裕固收22008期理财计划C款</w:t>
      </w:r>
      <w:r>
        <w:rPr>
          <w:sz w:val="28"/>
        </w:rPr>
        <w:t>产品已于</w:t>
      </w:r>
      <w:r>
        <w:rPr>
          <w:sz w:val="28"/>
        </w:rPr>
        <w:t>2023年2月7日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杭银理财丰裕固收22008期理财计划C款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FYG22008C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Z7002222000007</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2022-01-29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2023-02-07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1.0327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1.0327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3.1913</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1309.74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2023年2月9日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